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557894" w:rsidP="00B731B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</w:t>
            </w:r>
            <w:bookmarkStart w:id="0" w:name="_GoBack"/>
            <w:bookmarkEnd w:id="0"/>
            <w:r w:rsidR="00482ADD">
              <w:rPr>
                <w:b/>
                <w:bCs/>
                <w:caps/>
                <w:color w:val="FF0000"/>
                <w:sz w:val="24"/>
              </w:rPr>
              <w:t>kto</w:t>
            </w:r>
            <w:r w:rsidR="00B731B5">
              <w:rPr>
                <w:b/>
                <w:bCs/>
                <w:caps/>
                <w:color w:val="FF0000"/>
                <w:sz w:val="24"/>
              </w:rPr>
              <w:t>vá dokumentace spolkový dům újezdec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2ADD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57894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731B5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268A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A620F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1ED5B-63F1-4792-AD4D-467BAF4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2FB3B464</Template>
  <TotalTime>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2022-09-06T08:53:00Z</cp:lastPrinted>
  <dcterms:created xsi:type="dcterms:W3CDTF">2025-05-14T07:48:00Z</dcterms:created>
  <dcterms:modified xsi:type="dcterms:W3CDTF">2025-07-09T09:33:00Z</dcterms:modified>
</cp:coreProperties>
</file>